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B32" w:rsidRDefault="00656B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  <w:gridCol w:w="2196"/>
        <w:gridCol w:w="2196"/>
      </w:tblGrid>
      <w:tr w:rsidR="00656B32" w:rsidTr="00656B32">
        <w:tc>
          <w:tcPr>
            <w:tcW w:w="2196" w:type="dxa"/>
          </w:tcPr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A</w:t>
            </w: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bookmarkStart w:id="0" w:name="_GoBack"/>
            <w:bookmarkEnd w:id="0"/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B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C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D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E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F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656B32" w:rsidTr="00656B32"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G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H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I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J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K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L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656B32" w:rsidTr="00656B32"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M</w:t>
            </w: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N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O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P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Q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R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656B32" w:rsidTr="00656B32"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S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T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U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V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W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X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656B32" w:rsidTr="00656B32">
        <w:tc>
          <w:tcPr>
            <w:tcW w:w="2196" w:type="dxa"/>
          </w:tcPr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Y</w:t>
            </w:r>
          </w:p>
          <w:p w:rsid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656B32">
              <w:rPr>
                <w:rFonts w:asciiTheme="majorHAnsi" w:hAnsiTheme="majorHAnsi"/>
                <w:b/>
                <w:sz w:val="32"/>
                <w:szCs w:val="32"/>
              </w:rPr>
              <w:t>Z</w:t>
            </w:r>
          </w:p>
        </w:tc>
        <w:tc>
          <w:tcPr>
            <w:tcW w:w="2196" w:type="dxa"/>
          </w:tcPr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2196" w:type="dxa"/>
          </w:tcPr>
          <w:p w:rsidR="00656B32" w:rsidRPr="00656B32" w:rsidRDefault="00656B32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</w:tbl>
    <w:p w:rsidR="000028F0" w:rsidRDefault="000028F0" w:rsidP="00656B32"/>
    <w:sectPr w:rsidR="000028F0" w:rsidSect="00656B3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B32"/>
    <w:rsid w:val="000028F0"/>
    <w:rsid w:val="0065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6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6B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DA4B6A6E</Template>
  <TotalTime>8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 Peterson</dc:creator>
  <cp:lastModifiedBy>Arlys Peterson</cp:lastModifiedBy>
  <cp:revision>1</cp:revision>
  <dcterms:created xsi:type="dcterms:W3CDTF">2013-06-14T13:20:00Z</dcterms:created>
  <dcterms:modified xsi:type="dcterms:W3CDTF">2013-06-14T13:28:00Z</dcterms:modified>
</cp:coreProperties>
</file>